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3C45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b/>
          <w:sz w:val="24"/>
        </w:rPr>
        <w:t>中国地球物理学会团体标准</w:t>
      </w:r>
    </w:p>
    <w:p w14:paraId="0EBA31B1" w14:textId="75FFBE51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《</w:t>
      </w:r>
      <w:r w:rsidR="004B5FB8" w:rsidRPr="004B5FB8">
        <w:rPr>
          <w:rFonts w:ascii="宋体" w:eastAsia="宋体" w:hAnsi="宋体" w:hint="eastAsia"/>
          <w:b/>
          <w:sz w:val="24"/>
        </w:rPr>
        <w:t>油气勘探装备智能导钻仪器三轴振动试验方法</w:t>
      </w:r>
      <w:r>
        <w:rPr>
          <w:rFonts w:ascii="宋体" w:eastAsia="宋体" w:hAnsi="宋体" w:hint="eastAsia"/>
          <w:b/>
          <w:sz w:val="24"/>
        </w:rPr>
        <w:t>》征求意见稿</w:t>
      </w:r>
    </w:p>
    <w:p w14:paraId="397A5F1F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征求意见反馈表</w:t>
      </w:r>
    </w:p>
    <w:p w14:paraId="6F9D578C" w14:textId="77777777" w:rsidR="00A4124F" w:rsidRDefault="00000000">
      <w:pPr>
        <w:jc w:val="left"/>
        <w:rPr>
          <w:rFonts w:ascii="宋体" w:eastAsia="宋体" w:hAnsi="宋体" w:hint="eastAsia"/>
          <w:szCs w:val="20"/>
        </w:rPr>
      </w:pPr>
      <w:r>
        <w:rPr>
          <w:rFonts w:ascii="宋体" w:eastAsia="宋体" w:hAnsi="宋体" w:hint="eastAsia"/>
          <w:szCs w:val="20"/>
        </w:rPr>
        <w:t>共</w:t>
      </w:r>
      <w:r>
        <w:rPr>
          <w:rFonts w:ascii="宋体" w:eastAsia="宋体" w:hAnsi="宋体"/>
          <w:szCs w:val="20"/>
        </w:rPr>
        <w:t xml:space="preserve">  页</w:t>
      </w:r>
      <w:r>
        <w:rPr>
          <w:rFonts w:ascii="宋体" w:eastAsia="宋体" w:hAnsi="宋体" w:hint="eastAsia"/>
          <w:szCs w:val="20"/>
        </w:rPr>
        <w:t xml:space="preserve">  </w:t>
      </w:r>
      <w:r>
        <w:rPr>
          <w:rFonts w:ascii="宋体" w:eastAsia="宋体" w:hAnsi="宋体"/>
          <w:szCs w:val="20"/>
        </w:rPr>
        <w:t>第  页</w:t>
      </w:r>
      <w:r>
        <w:rPr>
          <w:rFonts w:ascii="宋体" w:eastAsia="宋体" w:hAnsi="宋体" w:hint="eastAsia"/>
          <w:szCs w:val="20"/>
        </w:rPr>
        <w:t xml:space="preserve"> </w:t>
      </w:r>
      <w:r>
        <w:rPr>
          <w:rFonts w:ascii="宋体" w:eastAsia="宋体" w:hAnsi="宋体"/>
          <w:szCs w:val="20"/>
        </w:rPr>
        <w:t xml:space="preserve">                                       </w:t>
      </w:r>
      <w:r>
        <w:rPr>
          <w:rFonts w:ascii="宋体" w:eastAsia="宋体" w:hAnsi="宋体" w:hint="eastAsia"/>
          <w:szCs w:val="20"/>
        </w:rPr>
        <w:t xml:space="preserve">填表日期： </w:t>
      </w:r>
      <w:r>
        <w:rPr>
          <w:rFonts w:ascii="宋体" w:eastAsia="宋体" w:hAnsi="宋体"/>
          <w:szCs w:val="20"/>
        </w:rPr>
        <w:t xml:space="preserve">   </w:t>
      </w:r>
      <w:r>
        <w:rPr>
          <w:rFonts w:ascii="宋体" w:eastAsia="宋体" w:hAnsi="宋体" w:hint="eastAsia"/>
          <w:szCs w:val="20"/>
        </w:rPr>
        <w:t>年</w:t>
      </w:r>
      <w:r>
        <w:rPr>
          <w:rFonts w:ascii="宋体" w:eastAsia="宋体" w:hAnsi="宋体"/>
          <w:szCs w:val="20"/>
        </w:rPr>
        <w:t xml:space="preserve">  </w:t>
      </w:r>
      <w:r>
        <w:rPr>
          <w:rFonts w:ascii="宋体" w:eastAsia="宋体" w:hAnsi="宋体" w:hint="eastAsia"/>
          <w:szCs w:val="20"/>
        </w:rPr>
        <w:t xml:space="preserve">月 </w:t>
      </w:r>
      <w:r>
        <w:rPr>
          <w:rFonts w:ascii="宋体" w:eastAsia="宋体" w:hAnsi="宋体"/>
          <w:szCs w:val="20"/>
        </w:rPr>
        <w:t xml:space="preserve"> </w:t>
      </w:r>
      <w:r>
        <w:rPr>
          <w:rFonts w:ascii="宋体" w:eastAsia="宋体" w:hAnsi="宋体" w:hint="eastAsia"/>
          <w:szCs w:val="20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983"/>
        <w:gridCol w:w="2651"/>
        <w:gridCol w:w="1446"/>
        <w:gridCol w:w="2454"/>
      </w:tblGrid>
      <w:tr w:rsidR="00A4124F" w14:paraId="2C4ACB6C" w14:textId="77777777">
        <w:trPr>
          <w:trHeight w:val="503"/>
          <w:jc w:val="center"/>
        </w:trPr>
        <w:tc>
          <w:tcPr>
            <w:tcW w:w="17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D2C" w14:textId="77777777" w:rsidR="00A4124F" w:rsidRDefault="0000000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专家姓名</w:t>
            </w:r>
          </w:p>
          <w:p w14:paraId="6B56A31F" w14:textId="77777777" w:rsidR="00A4124F" w:rsidRDefault="0000000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（请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附电子签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D2C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C3BC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4E53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39DAD015" w14:textId="77777777">
        <w:trPr>
          <w:trHeight w:val="464"/>
          <w:jc w:val="center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6AB0B2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097AED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BD9CE7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93CB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33D19A1" w14:textId="77777777">
        <w:trPr>
          <w:trHeight w:val="503"/>
          <w:jc w:val="center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97CA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D1E8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章条号</w:t>
            </w:r>
            <w:proofErr w:type="gramEnd"/>
          </w:p>
        </w:tc>
        <w:tc>
          <w:tcPr>
            <w:tcW w:w="40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B3F5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意见内容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58F74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理由</w:t>
            </w:r>
          </w:p>
        </w:tc>
      </w:tr>
      <w:tr w:rsidR="00A4124F" w14:paraId="2B424B0B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E9B7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DC1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F4B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EE273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08D57147" w14:textId="77777777">
        <w:trPr>
          <w:trHeight w:val="549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A2D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D9C8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ADC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5FA0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50259985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67740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2195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151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0E388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127FE48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F573C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836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8BE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C8D5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298C71CC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52CD5F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9EB5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86DB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85832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0CD8A0BD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F66DB6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75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DF12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71EE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4C7825C7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9B2E0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B0CE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C3F3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9178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559106E9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4E22AD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2974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227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B8C4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27DA5F46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C2FC4D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DFC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ABE9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DE29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DCE1186" w14:textId="77777777">
        <w:trPr>
          <w:trHeight w:val="47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BD1E75" w14:textId="1E9BC3FE" w:rsidR="00A4124F" w:rsidRDefault="0037774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C04426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462978" w14:textId="2D29A961" w:rsidR="00A4124F" w:rsidRDefault="00C0442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1DEED" w14:textId="3253C814" w:rsidR="00A4124F" w:rsidRDefault="00C0442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C1E72B" w14:textId="532F78F0" w:rsidR="00A4124F" w:rsidRDefault="00C0442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</w:tr>
    </w:tbl>
    <w:p w14:paraId="17166671" w14:textId="33ADA2F9" w:rsidR="00A4124F" w:rsidRPr="00F30F1C" w:rsidRDefault="00000000">
      <w:pPr>
        <w:widowControl/>
        <w:jc w:val="left"/>
        <w:rPr>
          <w:rFonts w:ascii="宋体" w:eastAsia="宋体" w:hAnsi="宋体" w:hint="eastAsia"/>
          <w:color w:val="EE0000"/>
          <w:szCs w:val="20"/>
        </w:rPr>
      </w:pPr>
      <w:r w:rsidRPr="00F30F1C">
        <w:rPr>
          <w:rFonts w:ascii="宋体" w:eastAsia="宋体" w:hAnsi="宋体" w:hint="eastAsia"/>
          <w:color w:val="EE0000"/>
          <w:szCs w:val="20"/>
          <w:highlight w:val="yellow"/>
        </w:rPr>
        <w:t>注：</w:t>
      </w:r>
      <w:r w:rsidR="00A5658C" w:rsidRPr="00F30F1C">
        <w:rPr>
          <w:rFonts w:ascii="宋体" w:eastAsia="宋体" w:hAnsi="宋体" w:hint="eastAsia"/>
          <w:color w:val="EE0000"/>
          <w:szCs w:val="20"/>
          <w:highlight w:val="yellow"/>
        </w:rPr>
        <w:t>请务必于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202</w:t>
      </w:r>
      <w:r w:rsidRPr="00F30F1C">
        <w:rPr>
          <w:rFonts w:ascii="宋体" w:eastAsia="宋体" w:hAnsi="宋体" w:hint="eastAsia"/>
          <w:color w:val="EE0000"/>
          <w:szCs w:val="20"/>
          <w:highlight w:val="yellow"/>
        </w:rPr>
        <w:t>5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年</w:t>
      </w:r>
      <w:r w:rsidR="00D6250D" w:rsidRPr="00F30F1C">
        <w:rPr>
          <w:rFonts w:ascii="宋体" w:eastAsia="宋体" w:hAnsi="宋体" w:hint="eastAsia"/>
          <w:color w:val="EE0000"/>
          <w:szCs w:val="20"/>
          <w:highlight w:val="yellow"/>
        </w:rPr>
        <w:t>6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月</w:t>
      </w:r>
      <w:r w:rsidR="00D6250D" w:rsidRPr="00F30F1C">
        <w:rPr>
          <w:rFonts w:ascii="宋体" w:eastAsia="宋体" w:hAnsi="宋体" w:hint="eastAsia"/>
          <w:color w:val="EE0000"/>
          <w:szCs w:val="20"/>
          <w:highlight w:val="yellow"/>
        </w:rPr>
        <w:t>14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日前</w:t>
      </w:r>
      <w:r w:rsidR="0062619B" w:rsidRPr="00F30F1C">
        <w:rPr>
          <w:rFonts w:ascii="宋体" w:eastAsia="宋体" w:hAnsi="宋体" w:hint="eastAsia"/>
          <w:color w:val="EE0000"/>
          <w:szCs w:val="20"/>
          <w:highlight w:val="yellow"/>
        </w:rPr>
        <w:t>反馈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，如无意见，</w:t>
      </w:r>
      <w:proofErr w:type="gramStart"/>
      <w:r w:rsidR="002A65B7" w:rsidRPr="00F30F1C">
        <w:rPr>
          <w:rFonts w:ascii="宋体" w:eastAsia="宋体" w:hAnsi="宋体" w:hint="eastAsia"/>
          <w:color w:val="EE0000"/>
          <w:szCs w:val="20"/>
          <w:highlight w:val="yellow"/>
        </w:rPr>
        <w:t>请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亦复函</w:t>
      </w:r>
      <w:proofErr w:type="gramEnd"/>
      <w:r w:rsidRPr="00F30F1C">
        <w:rPr>
          <w:rFonts w:ascii="宋体" w:eastAsia="宋体" w:hAnsi="宋体"/>
          <w:color w:val="EE0000"/>
          <w:szCs w:val="20"/>
          <w:highlight w:val="yellow"/>
        </w:rPr>
        <w:t>说明</w:t>
      </w:r>
      <w:r w:rsidR="002A65B7" w:rsidRPr="00F30F1C">
        <w:rPr>
          <w:rFonts w:ascii="宋体" w:eastAsia="宋体" w:hAnsi="宋体" w:hint="eastAsia"/>
          <w:color w:val="EE0000"/>
          <w:szCs w:val="20"/>
          <w:highlight w:val="yellow"/>
        </w:rPr>
        <w:t>“无意见”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。</w:t>
      </w:r>
    </w:p>
    <w:sectPr w:rsidR="00A4124F" w:rsidRPr="00F30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2C0"/>
    <w:rsid w:val="00003E41"/>
    <w:rsid w:val="000078B8"/>
    <w:rsid w:val="000251C9"/>
    <w:rsid w:val="00042A3C"/>
    <w:rsid w:val="00052AEC"/>
    <w:rsid w:val="00053EC9"/>
    <w:rsid w:val="000625F6"/>
    <w:rsid w:val="000656C1"/>
    <w:rsid w:val="00065C40"/>
    <w:rsid w:val="00071D89"/>
    <w:rsid w:val="000D545B"/>
    <w:rsid w:val="000E4159"/>
    <w:rsid w:val="000F7FFA"/>
    <w:rsid w:val="0014298C"/>
    <w:rsid w:val="001442C0"/>
    <w:rsid w:val="00147C05"/>
    <w:rsid w:val="001520B4"/>
    <w:rsid w:val="001825A4"/>
    <w:rsid w:val="00183A14"/>
    <w:rsid w:val="00184651"/>
    <w:rsid w:val="001A4A87"/>
    <w:rsid w:val="001B090D"/>
    <w:rsid w:val="001D307F"/>
    <w:rsid w:val="001D42E6"/>
    <w:rsid w:val="00207D8E"/>
    <w:rsid w:val="0021197E"/>
    <w:rsid w:val="00215BBC"/>
    <w:rsid w:val="002165AC"/>
    <w:rsid w:val="002379B5"/>
    <w:rsid w:val="00252D31"/>
    <w:rsid w:val="00257BD7"/>
    <w:rsid w:val="002648DC"/>
    <w:rsid w:val="00264E83"/>
    <w:rsid w:val="002673FD"/>
    <w:rsid w:val="00267E37"/>
    <w:rsid w:val="00284D71"/>
    <w:rsid w:val="00287ECB"/>
    <w:rsid w:val="002A65B7"/>
    <w:rsid w:val="002B3E5B"/>
    <w:rsid w:val="002B6259"/>
    <w:rsid w:val="002C4BE1"/>
    <w:rsid w:val="002C51B1"/>
    <w:rsid w:val="002D038B"/>
    <w:rsid w:val="002D4898"/>
    <w:rsid w:val="002E3B7E"/>
    <w:rsid w:val="002E4C6C"/>
    <w:rsid w:val="0031126C"/>
    <w:rsid w:val="003162A6"/>
    <w:rsid w:val="00320E88"/>
    <w:rsid w:val="00322606"/>
    <w:rsid w:val="00335A51"/>
    <w:rsid w:val="00347BF4"/>
    <w:rsid w:val="0037774B"/>
    <w:rsid w:val="00390EA5"/>
    <w:rsid w:val="003B5847"/>
    <w:rsid w:val="003D04A8"/>
    <w:rsid w:val="003E11FB"/>
    <w:rsid w:val="003E2326"/>
    <w:rsid w:val="003E35E5"/>
    <w:rsid w:val="003F13CD"/>
    <w:rsid w:val="003F2B84"/>
    <w:rsid w:val="003F7A31"/>
    <w:rsid w:val="00406FDD"/>
    <w:rsid w:val="0041638C"/>
    <w:rsid w:val="004244D2"/>
    <w:rsid w:val="00434B09"/>
    <w:rsid w:val="00455206"/>
    <w:rsid w:val="00485B4A"/>
    <w:rsid w:val="0049205A"/>
    <w:rsid w:val="004A3E81"/>
    <w:rsid w:val="004B5FB8"/>
    <w:rsid w:val="004C766F"/>
    <w:rsid w:val="004D2440"/>
    <w:rsid w:val="004D34E5"/>
    <w:rsid w:val="004F2A4D"/>
    <w:rsid w:val="00504C72"/>
    <w:rsid w:val="00513ADB"/>
    <w:rsid w:val="00541F9D"/>
    <w:rsid w:val="005739A7"/>
    <w:rsid w:val="005753EA"/>
    <w:rsid w:val="005844AC"/>
    <w:rsid w:val="00585829"/>
    <w:rsid w:val="005B4F71"/>
    <w:rsid w:val="005C3F12"/>
    <w:rsid w:val="005E7E45"/>
    <w:rsid w:val="005F395E"/>
    <w:rsid w:val="005F4760"/>
    <w:rsid w:val="00617AAD"/>
    <w:rsid w:val="0062619B"/>
    <w:rsid w:val="00626C6C"/>
    <w:rsid w:val="00644CB2"/>
    <w:rsid w:val="00645107"/>
    <w:rsid w:val="00646332"/>
    <w:rsid w:val="00646C64"/>
    <w:rsid w:val="00652D45"/>
    <w:rsid w:val="00664E55"/>
    <w:rsid w:val="006774DE"/>
    <w:rsid w:val="006801DC"/>
    <w:rsid w:val="00685599"/>
    <w:rsid w:val="006B17D2"/>
    <w:rsid w:val="006D4BBC"/>
    <w:rsid w:val="007105B7"/>
    <w:rsid w:val="007140BC"/>
    <w:rsid w:val="00737BE7"/>
    <w:rsid w:val="00743541"/>
    <w:rsid w:val="00751526"/>
    <w:rsid w:val="00764A63"/>
    <w:rsid w:val="00773E2A"/>
    <w:rsid w:val="00774D37"/>
    <w:rsid w:val="00784498"/>
    <w:rsid w:val="007A7715"/>
    <w:rsid w:val="007A782D"/>
    <w:rsid w:val="007B207B"/>
    <w:rsid w:val="007B7E09"/>
    <w:rsid w:val="007C04F0"/>
    <w:rsid w:val="007D5D6A"/>
    <w:rsid w:val="008019DB"/>
    <w:rsid w:val="00801E89"/>
    <w:rsid w:val="00802A55"/>
    <w:rsid w:val="008164D6"/>
    <w:rsid w:val="0083213A"/>
    <w:rsid w:val="00871DA1"/>
    <w:rsid w:val="008A2F0F"/>
    <w:rsid w:val="008C2CDC"/>
    <w:rsid w:val="008C4C7A"/>
    <w:rsid w:val="008D0E69"/>
    <w:rsid w:val="008D192B"/>
    <w:rsid w:val="008D328D"/>
    <w:rsid w:val="0090295E"/>
    <w:rsid w:val="00910ADD"/>
    <w:rsid w:val="009421E7"/>
    <w:rsid w:val="009660C6"/>
    <w:rsid w:val="00972E26"/>
    <w:rsid w:val="00990136"/>
    <w:rsid w:val="00992E57"/>
    <w:rsid w:val="009D1FD8"/>
    <w:rsid w:val="009D55DA"/>
    <w:rsid w:val="009F7FBC"/>
    <w:rsid w:val="00A06121"/>
    <w:rsid w:val="00A14858"/>
    <w:rsid w:val="00A25B14"/>
    <w:rsid w:val="00A4124F"/>
    <w:rsid w:val="00A5658C"/>
    <w:rsid w:val="00A62EF5"/>
    <w:rsid w:val="00AB30A4"/>
    <w:rsid w:val="00AB77DF"/>
    <w:rsid w:val="00AC5E93"/>
    <w:rsid w:val="00AD09CC"/>
    <w:rsid w:val="00AD7686"/>
    <w:rsid w:val="00AE436D"/>
    <w:rsid w:val="00AF4E90"/>
    <w:rsid w:val="00B1212D"/>
    <w:rsid w:val="00B1526F"/>
    <w:rsid w:val="00B36B7F"/>
    <w:rsid w:val="00B36F63"/>
    <w:rsid w:val="00B45882"/>
    <w:rsid w:val="00B525A9"/>
    <w:rsid w:val="00B57A2D"/>
    <w:rsid w:val="00B656D6"/>
    <w:rsid w:val="00B81CA0"/>
    <w:rsid w:val="00BA33FC"/>
    <w:rsid w:val="00BD2325"/>
    <w:rsid w:val="00C04426"/>
    <w:rsid w:val="00C41088"/>
    <w:rsid w:val="00C64D40"/>
    <w:rsid w:val="00C72F57"/>
    <w:rsid w:val="00C7698C"/>
    <w:rsid w:val="00C834D3"/>
    <w:rsid w:val="00C967FD"/>
    <w:rsid w:val="00CB5DB0"/>
    <w:rsid w:val="00CD09F9"/>
    <w:rsid w:val="00CD1938"/>
    <w:rsid w:val="00CD411D"/>
    <w:rsid w:val="00CE1F06"/>
    <w:rsid w:val="00D15E13"/>
    <w:rsid w:val="00D25019"/>
    <w:rsid w:val="00D50411"/>
    <w:rsid w:val="00D6250D"/>
    <w:rsid w:val="00D6715D"/>
    <w:rsid w:val="00D84118"/>
    <w:rsid w:val="00D90D32"/>
    <w:rsid w:val="00D974EA"/>
    <w:rsid w:val="00DC5033"/>
    <w:rsid w:val="00DE14B3"/>
    <w:rsid w:val="00DE239C"/>
    <w:rsid w:val="00DE60D8"/>
    <w:rsid w:val="00E01706"/>
    <w:rsid w:val="00E054F9"/>
    <w:rsid w:val="00E05ADF"/>
    <w:rsid w:val="00E118A7"/>
    <w:rsid w:val="00E164DA"/>
    <w:rsid w:val="00E2638C"/>
    <w:rsid w:val="00E2642C"/>
    <w:rsid w:val="00E33611"/>
    <w:rsid w:val="00E43022"/>
    <w:rsid w:val="00E5452D"/>
    <w:rsid w:val="00E9138F"/>
    <w:rsid w:val="00E93CD1"/>
    <w:rsid w:val="00EC273A"/>
    <w:rsid w:val="00EC7AB1"/>
    <w:rsid w:val="00EE07E3"/>
    <w:rsid w:val="00EE352D"/>
    <w:rsid w:val="00EF0EBD"/>
    <w:rsid w:val="00EF6D3B"/>
    <w:rsid w:val="00F13A0B"/>
    <w:rsid w:val="00F22996"/>
    <w:rsid w:val="00F30F1C"/>
    <w:rsid w:val="00F35A82"/>
    <w:rsid w:val="00F378C0"/>
    <w:rsid w:val="00F44043"/>
    <w:rsid w:val="00F46994"/>
    <w:rsid w:val="00F551E2"/>
    <w:rsid w:val="00F57898"/>
    <w:rsid w:val="00F6571C"/>
    <w:rsid w:val="00F70632"/>
    <w:rsid w:val="00F73C90"/>
    <w:rsid w:val="00F94B48"/>
    <w:rsid w:val="00FA6A4E"/>
    <w:rsid w:val="00FC07D7"/>
    <w:rsid w:val="00FE1B46"/>
    <w:rsid w:val="00FF74C1"/>
    <w:rsid w:val="3EB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025707"/>
  <w15:docId w15:val="{6558186C-ED4D-4451-8C07-3D39F390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129</Words>
  <Characters>142</Characters>
  <Application>Microsoft Office Word</Application>
  <DocSecurity>0</DocSecurity>
  <Lines>142</Lines>
  <Paragraphs>54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</dc:creator>
  <cp:lastModifiedBy>大侠 肖</cp:lastModifiedBy>
  <cp:revision>89</cp:revision>
  <dcterms:created xsi:type="dcterms:W3CDTF">2019-01-13T05:39:00Z</dcterms:created>
  <dcterms:modified xsi:type="dcterms:W3CDTF">2025-05-14T01:49:00Z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eyJoZGlkIjoiNGU4MTE1NzQ4NjgxNTYyM2JlMzQzYTEzNjIzYzc3NmMiLCJ1c2VySWQiOiI1ODA5MDI0OTIifQ==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DC1E71E34BE34167972353DDD2D3A858_12</vt:lpwstr>
  </property>
</Properties>
</file>